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48" w:rsidRPr="002E632D" w:rsidRDefault="00F81B48">
      <w:pPr>
        <w:rPr>
          <w:b/>
          <w:sz w:val="24"/>
          <w:szCs w:val="24"/>
        </w:rPr>
      </w:pPr>
      <w:r w:rsidRPr="002E632D">
        <w:rPr>
          <w:b/>
          <w:sz w:val="24"/>
          <w:szCs w:val="24"/>
        </w:rPr>
        <w:t>Name_________________________________</w:t>
      </w:r>
      <w:r w:rsidRPr="002E632D">
        <w:rPr>
          <w:b/>
          <w:sz w:val="24"/>
          <w:szCs w:val="24"/>
        </w:rPr>
        <w:br/>
      </w:r>
      <w:proofErr w:type="spellStart"/>
      <w:r w:rsidRPr="002E632D">
        <w:rPr>
          <w:b/>
          <w:sz w:val="24"/>
          <w:szCs w:val="24"/>
        </w:rPr>
        <w:t>Date______________</w:t>
      </w:r>
      <w:r w:rsidR="002E632D">
        <w:rPr>
          <w:b/>
          <w:sz w:val="24"/>
          <w:szCs w:val="24"/>
        </w:rPr>
        <w:t>Period</w:t>
      </w:r>
      <w:proofErr w:type="spellEnd"/>
      <w:r w:rsidRPr="002E632D">
        <w:rPr>
          <w:b/>
          <w:sz w:val="24"/>
          <w:szCs w:val="24"/>
        </w:rPr>
        <w:t>______________</w:t>
      </w:r>
    </w:p>
    <w:p w:rsidR="00F81B48" w:rsidRPr="00F81B48" w:rsidRDefault="00BC1FDF" w:rsidP="002E632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Learning Excel</w:t>
      </w:r>
      <w:r w:rsidR="002E632D">
        <w:rPr>
          <w:b/>
          <w:sz w:val="40"/>
          <w:szCs w:val="40"/>
        </w:rPr>
        <w:t xml:space="preserve"> </w:t>
      </w:r>
      <w:r w:rsidR="00F81B48" w:rsidRPr="00F81B48">
        <w:rPr>
          <w:b/>
          <w:sz w:val="40"/>
          <w:szCs w:val="40"/>
        </w:rPr>
        <w:t>Scale</w:t>
      </w:r>
    </w:p>
    <w:tbl>
      <w:tblPr>
        <w:tblStyle w:val="TableGrid"/>
        <w:tblpPr w:leftFromText="180" w:rightFromText="180" w:vertAnchor="page" w:horzAnchor="margin" w:tblpY="3811"/>
        <w:tblW w:w="0" w:type="auto"/>
        <w:tblLook w:val="04A0"/>
      </w:tblPr>
      <w:tblGrid>
        <w:gridCol w:w="918"/>
        <w:gridCol w:w="720"/>
        <w:gridCol w:w="6570"/>
        <w:gridCol w:w="1350"/>
      </w:tblGrid>
      <w:tr w:rsidR="0038279D" w:rsidTr="0038279D">
        <w:tc>
          <w:tcPr>
            <w:tcW w:w="9558" w:type="dxa"/>
            <w:gridSpan w:val="4"/>
          </w:tcPr>
          <w:p w:rsidR="0038279D" w:rsidRPr="00337175" w:rsidRDefault="0038279D" w:rsidP="003827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Topic: Learning Excel and Basic Parts</w:t>
            </w:r>
          </w:p>
        </w:tc>
      </w:tr>
      <w:tr w:rsidR="0038279D" w:rsidTr="0038279D">
        <w:tc>
          <w:tcPr>
            <w:tcW w:w="9558" w:type="dxa"/>
            <w:gridSpan w:val="4"/>
          </w:tcPr>
          <w:p w:rsidR="0038279D" w:rsidRDefault="0038279D" w:rsidP="003827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Learning Objective: To </w:t>
            </w:r>
            <w:r>
              <w:rPr>
                <w:b/>
                <w:sz w:val="24"/>
                <w:szCs w:val="24"/>
              </w:rPr>
              <w:t>learn how to collect data, enter it in a</w:t>
            </w:r>
            <w:r w:rsidR="00BD354F">
              <w:rPr>
                <w:b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 Excel spreadsheet, format the spreadsheet, create a variety of charts, formatting those charts, and creating a report with both spreadsheets and charts, and analyzing your data and charts.</w:t>
            </w:r>
          </w:p>
        </w:tc>
      </w:tr>
      <w:tr w:rsidR="0038279D" w:rsidTr="0038279D">
        <w:tc>
          <w:tcPr>
            <w:tcW w:w="9558" w:type="dxa"/>
            <w:gridSpan w:val="4"/>
          </w:tcPr>
          <w:p w:rsidR="0038279D" w:rsidRPr="00337175" w:rsidRDefault="0038279D" w:rsidP="0038279D">
            <w:pPr>
              <w:jc w:val="center"/>
              <w:rPr>
                <w:b/>
              </w:rPr>
            </w:pPr>
            <w:r>
              <w:rPr>
                <w:b/>
              </w:rPr>
              <w:t>Grade: Computer apps 2</w:t>
            </w:r>
          </w:p>
        </w:tc>
      </w:tr>
      <w:tr w:rsidR="0038279D" w:rsidTr="0038279D">
        <w:tc>
          <w:tcPr>
            <w:tcW w:w="918" w:type="dxa"/>
            <w:vMerge w:val="restart"/>
          </w:tcPr>
          <w:p w:rsidR="0038279D" w:rsidRPr="00337175" w:rsidRDefault="0038279D" w:rsidP="0038279D">
            <w:pPr>
              <w:rPr>
                <w:b/>
              </w:rPr>
            </w:pPr>
            <w:r w:rsidRPr="00337175">
              <w:rPr>
                <w:b/>
              </w:rPr>
              <w:t>Score</w:t>
            </w:r>
            <w:r>
              <w:rPr>
                <w:b/>
              </w:rPr>
              <w:t xml:space="preserve"> 4.0</w:t>
            </w:r>
          </w:p>
        </w:tc>
        <w:tc>
          <w:tcPr>
            <w:tcW w:w="7290" w:type="dxa"/>
            <w:gridSpan w:val="2"/>
            <w:vMerge w:val="restart"/>
          </w:tcPr>
          <w:p w:rsidR="0038279D" w:rsidRDefault="0038279D" w:rsidP="0038279D">
            <w:pPr>
              <w:rPr>
                <w:b/>
              </w:rPr>
            </w:pPr>
            <w:r>
              <w:rPr>
                <w:b/>
              </w:rPr>
              <w:t xml:space="preserve">The student can </w:t>
            </w:r>
            <w:r>
              <w:rPr>
                <w:b/>
              </w:rPr>
              <w:t>collect data and create a well formatted spreadsheet with well formatted charts, then creating a professional looking report with a well written analysis of their data.</w:t>
            </w:r>
          </w:p>
          <w:p w:rsidR="0038279D" w:rsidRPr="00337175" w:rsidRDefault="0038279D" w:rsidP="0038279D">
            <w:pPr>
              <w:rPr>
                <w:b/>
              </w:rPr>
            </w:pPr>
          </w:p>
        </w:tc>
        <w:tc>
          <w:tcPr>
            <w:tcW w:w="1350" w:type="dxa"/>
          </w:tcPr>
          <w:p w:rsidR="0038279D" w:rsidRPr="00337175" w:rsidRDefault="0038279D" w:rsidP="0038279D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</w:tr>
      <w:tr w:rsidR="0038279D" w:rsidTr="0038279D">
        <w:tc>
          <w:tcPr>
            <w:tcW w:w="918" w:type="dxa"/>
            <w:vMerge/>
          </w:tcPr>
          <w:p w:rsidR="0038279D" w:rsidRPr="00337175" w:rsidRDefault="0038279D" w:rsidP="0038279D">
            <w:pPr>
              <w:rPr>
                <w:b/>
              </w:rPr>
            </w:pPr>
          </w:p>
        </w:tc>
        <w:tc>
          <w:tcPr>
            <w:tcW w:w="7290" w:type="dxa"/>
            <w:gridSpan w:val="2"/>
            <w:vMerge/>
          </w:tcPr>
          <w:p w:rsidR="0038279D" w:rsidRDefault="0038279D" w:rsidP="0038279D"/>
        </w:tc>
        <w:tc>
          <w:tcPr>
            <w:tcW w:w="1350" w:type="dxa"/>
            <w:tcBorders>
              <w:bottom w:val="single" w:sz="4" w:space="0" w:color="000000" w:themeColor="text1"/>
            </w:tcBorders>
          </w:tcPr>
          <w:p w:rsidR="0038279D" w:rsidRDefault="0038279D" w:rsidP="0038279D"/>
        </w:tc>
      </w:tr>
      <w:tr w:rsidR="0038279D" w:rsidTr="0038279D">
        <w:tc>
          <w:tcPr>
            <w:tcW w:w="918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6570" w:type="dxa"/>
          </w:tcPr>
          <w:p w:rsidR="0038279D" w:rsidRPr="00337175" w:rsidRDefault="0038279D" w:rsidP="0038279D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38279D" w:rsidRDefault="0038279D" w:rsidP="0038279D"/>
        </w:tc>
      </w:tr>
      <w:tr w:rsidR="0038279D" w:rsidTr="0038279D">
        <w:tc>
          <w:tcPr>
            <w:tcW w:w="918" w:type="dxa"/>
            <w:shd w:val="clear" w:color="auto" w:fill="FFFF00"/>
          </w:tcPr>
          <w:p w:rsidR="0038279D" w:rsidRPr="002E632D" w:rsidRDefault="0038279D" w:rsidP="0038279D">
            <w:pPr>
              <w:rPr>
                <w:b/>
                <w:highlight w:val="yellow"/>
              </w:rPr>
            </w:pPr>
            <w:r w:rsidRPr="002E632D">
              <w:rPr>
                <w:b/>
                <w:highlight w:val="yellow"/>
              </w:rPr>
              <w:t>Score 3.0</w:t>
            </w:r>
          </w:p>
        </w:tc>
        <w:tc>
          <w:tcPr>
            <w:tcW w:w="7290" w:type="dxa"/>
            <w:gridSpan w:val="2"/>
            <w:shd w:val="clear" w:color="auto" w:fill="FFFF00"/>
          </w:tcPr>
          <w:p w:rsidR="0038279D" w:rsidRPr="002E632D" w:rsidRDefault="0038279D" w:rsidP="0038279D">
            <w:pPr>
              <w:rPr>
                <w:b/>
                <w:highlight w:val="yellow"/>
              </w:rPr>
            </w:pPr>
            <w:r w:rsidRPr="002E632D">
              <w:rPr>
                <w:b/>
                <w:highlight w:val="yellow"/>
              </w:rPr>
              <w:t xml:space="preserve">The student can </w:t>
            </w:r>
            <w:r>
              <w:rPr>
                <w:b/>
                <w:highlight w:val="yellow"/>
              </w:rPr>
              <w:t>collect data and create a good looking spreadsheet with charts and then create a report with an analysis of their data.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</w:tcPr>
          <w:p w:rsidR="0038279D" w:rsidRPr="00491D3B" w:rsidRDefault="0038279D" w:rsidP="0038279D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38279D" w:rsidTr="0038279D">
        <w:tc>
          <w:tcPr>
            <w:tcW w:w="918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6570" w:type="dxa"/>
          </w:tcPr>
          <w:p w:rsidR="0038279D" w:rsidRPr="00337175" w:rsidRDefault="0038279D" w:rsidP="0038279D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38279D" w:rsidRDefault="0038279D" w:rsidP="0038279D"/>
        </w:tc>
      </w:tr>
      <w:tr w:rsidR="0038279D" w:rsidTr="0038279D">
        <w:tc>
          <w:tcPr>
            <w:tcW w:w="918" w:type="dxa"/>
          </w:tcPr>
          <w:p w:rsidR="0038279D" w:rsidRPr="00337175" w:rsidRDefault="0038279D" w:rsidP="0038279D">
            <w:pPr>
              <w:rPr>
                <w:b/>
              </w:rPr>
            </w:pPr>
            <w:r>
              <w:rPr>
                <w:b/>
              </w:rPr>
              <w:t>Score 2.0</w:t>
            </w:r>
          </w:p>
        </w:tc>
        <w:tc>
          <w:tcPr>
            <w:tcW w:w="7290" w:type="dxa"/>
            <w:gridSpan w:val="2"/>
          </w:tcPr>
          <w:p w:rsidR="0038279D" w:rsidRDefault="0038279D" w:rsidP="0038279D">
            <w:pPr>
              <w:rPr>
                <w:b/>
              </w:rPr>
            </w:pPr>
            <w:r>
              <w:rPr>
                <w:b/>
              </w:rPr>
              <w:t xml:space="preserve">The student </w:t>
            </w:r>
            <w:r>
              <w:rPr>
                <w:b/>
              </w:rPr>
              <w:t xml:space="preserve">can collect data and create a spreadsheet but has trouble with creating charts and might have trouble writing an analysis of their data. </w:t>
            </w:r>
          </w:p>
          <w:p w:rsidR="0038279D" w:rsidRPr="00491D3B" w:rsidRDefault="0038279D" w:rsidP="0038279D">
            <w:pPr>
              <w:rPr>
                <w:b/>
              </w:rPr>
            </w:pPr>
          </w:p>
        </w:tc>
        <w:tc>
          <w:tcPr>
            <w:tcW w:w="1350" w:type="dxa"/>
            <w:tcBorders>
              <w:bottom w:val="single" w:sz="4" w:space="0" w:color="000000" w:themeColor="text1"/>
            </w:tcBorders>
          </w:tcPr>
          <w:p w:rsidR="0038279D" w:rsidRPr="00491D3B" w:rsidRDefault="0038279D" w:rsidP="0038279D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38279D" w:rsidTr="0038279D">
        <w:tc>
          <w:tcPr>
            <w:tcW w:w="918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6570" w:type="dxa"/>
          </w:tcPr>
          <w:p w:rsidR="0038279D" w:rsidRPr="00337175" w:rsidRDefault="0038279D" w:rsidP="0038279D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shd w:val="clear" w:color="auto" w:fill="FFFFFF" w:themeFill="background1"/>
          </w:tcPr>
          <w:p w:rsidR="0038279D" w:rsidRDefault="0038279D" w:rsidP="0038279D"/>
        </w:tc>
      </w:tr>
      <w:tr w:rsidR="0038279D" w:rsidTr="0038279D">
        <w:tc>
          <w:tcPr>
            <w:tcW w:w="918" w:type="dxa"/>
          </w:tcPr>
          <w:p w:rsidR="0038279D" w:rsidRPr="00491D3B" w:rsidRDefault="0038279D" w:rsidP="0038279D">
            <w:pPr>
              <w:rPr>
                <w:b/>
                <w:sz w:val="18"/>
                <w:szCs w:val="18"/>
              </w:rPr>
            </w:pPr>
            <w:r w:rsidRPr="00491D3B">
              <w:rPr>
                <w:b/>
                <w:sz w:val="18"/>
                <w:szCs w:val="18"/>
              </w:rPr>
              <w:t>Score 1.0</w:t>
            </w:r>
          </w:p>
        </w:tc>
        <w:tc>
          <w:tcPr>
            <w:tcW w:w="7290" w:type="dxa"/>
            <w:gridSpan w:val="2"/>
          </w:tcPr>
          <w:p w:rsidR="0038279D" w:rsidRPr="00BC1FDF" w:rsidRDefault="0038279D" w:rsidP="0038279D">
            <w:pPr>
              <w:rPr>
                <w:sz w:val="24"/>
                <w:szCs w:val="24"/>
              </w:rPr>
            </w:pPr>
            <w:r w:rsidRPr="00BC1FDF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he student </w:t>
            </w:r>
            <w:r>
              <w:rPr>
                <w:sz w:val="24"/>
                <w:szCs w:val="24"/>
              </w:rPr>
              <w:t>cannot begin creating a spreadsheet with their data and has no understanding of how to create a chart from that data.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38279D" w:rsidRDefault="0038279D" w:rsidP="0038279D"/>
        </w:tc>
      </w:tr>
      <w:tr w:rsidR="0038279D" w:rsidTr="0038279D">
        <w:tc>
          <w:tcPr>
            <w:tcW w:w="918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0.5</w:t>
            </w:r>
          </w:p>
        </w:tc>
        <w:tc>
          <w:tcPr>
            <w:tcW w:w="6570" w:type="dxa"/>
          </w:tcPr>
          <w:p w:rsidR="0038279D" w:rsidRPr="00337175" w:rsidRDefault="0038279D" w:rsidP="00382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38279D" w:rsidRDefault="0038279D" w:rsidP="0038279D"/>
        </w:tc>
      </w:tr>
      <w:tr w:rsidR="0038279D" w:rsidTr="0038279D">
        <w:tc>
          <w:tcPr>
            <w:tcW w:w="918" w:type="dxa"/>
          </w:tcPr>
          <w:p w:rsidR="0038279D" w:rsidRPr="00491D3B" w:rsidRDefault="0038279D" w:rsidP="0038279D">
            <w:pPr>
              <w:rPr>
                <w:b/>
                <w:sz w:val="18"/>
                <w:szCs w:val="18"/>
              </w:rPr>
            </w:pPr>
            <w:r w:rsidRPr="00491D3B">
              <w:rPr>
                <w:b/>
                <w:sz w:val="18"/>
                <w:szCs w:val="18"/>
              </w:rPr>
              <w:t>Score 0.0</w:t>
            </w:r>
          </w:p>
        </w:tc>
        <w:tc>
          <w:tcPr>
            <w:tcW w:w="7290" w:type="dxa"/>
            <w:gridSpan w:val="2"/>
          </w:tcPr>
          <w:p w:rsidR="0038279D" w:rsidRPr="00491D3B" w:rsidRDefault="0038279D" w:rsidP="0038279D">
            <w:pPr>
              <w:rPr>
                <w:b/>
                <w:sz w:val="18"/>
                <w:szCs w:val="18"/>
              </w:rPr>
            </w:pPr>
            <w:r w:rsidRPr="00491D3B">
              <w:rPr>
                <w:b/>
                <w:sz w:val="18"/>
                <w:szCs w:val="18"/>
              </w:rPr>
              <w:t>Even with help, no understanding or skill demonstrated.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38279D" w:rsidRDefault="0038279D" w:rsidP="0038279D"/>
        </w:tc>
      </w:tr>
    </w:tbl>
    <w:p w:rsidR="002E632D" w:rsidRPr="002E632D" w:rsidRDefault="002E632D">
      <w:pPr>
        <w:rPr>
          <w:sz w:val="24"/>
          <w:szCs w:val="24"/>
        </w:rPr>
      </w:pPr>
      <w:r w:rsidRPr="002E632D">
        <w:rPr>
          <w:sz w:val="24"/>
          <w:szCs w:val="24"/>
        </w:rPr>
        <w:t xml:space="preserve"> </w:t>
      </w:r>
      <w:r w:rsidR="00F81B48" w:rsidRPr="002E632D">
        <w:rPr>
          <w:sz w:val="24"/>
          <w:szCs w:val="24"/>
        </w:rPr>
        <w:t xml:space="preserve">Where are you on this scale?   </w:t>
      </w:r>
    </w:p>
    <w:sectPr w:rsidR="002E632D" w:rsidRPr="002E632D" w:rsidSect="00F81B4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835" w:rsidRDefault="00820835" w:rsidP="00C72328">
      <w:pPr>
        <w:spacing w:after="0" w:line="240" w:lineRule="auto"/>
      </w:pPr>
      <w:r>
        <w:separator/>
      </w:r>
    </w:p>
  </w:endnote>
  <w:endnote w:type="continuationSeparator" w:id="0">
    <w:p w:rsidR="00820835" w:rsidRDefault="00820835" w:rsidP="00C7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328" w:rsidRDefault="00C72328">
    <w:pPr>
      <w:pStyle w:val="Footer"/>
    </w:pPr>
  </w:p>
  <w:p w:rsidR="002E632D" w:rsidRDefault="002E632D">
    <w:pPr>
      <w:pStyle w:val="Footer"/>
    </w:pPr>
  </w:p>
  <w:p w:rsidR="002E632D" w:rsidRDefault="002E632D">
    <w:pPr>
      <w:pStyle w:val="Footer"/>
    </w:pPr>
  </w:p>
  <w:p w:rsidR="002E632D" w:rsidRDefault="002E63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835" w:rsidRDefault="00820835" w:rsidP="00C72328">
      <w:pPr>
        <w:spacing w:after="0" w:line="240" w:lineRule="auto"/>
      </w:pPr>
      <w:r>
        <w:separator/>
      </w:r>
    </w:p>
  </w:footnote>
  <w:footnote w:type="continuationSeparator" w:id="0">
    <w:p w:rsidR="00820835" w:rsidRDefault="00820835" w:rsidP="00C72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259F"/>
    <w:multiLevelType w:val="hybridMultilevel"/>
    <w:tmpl w:val="3EFCC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4E0C07"/>
    <w:multiLevelType w:val="hybridMultilevel"/>
    <w:tmpl w:val="2D405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077C9E"/>
    <w:multiLevelType w:val="hybridMultilevel"/>
    <w:tmpl w:val="104A4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53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A29D5"/>
    <w:rsid w:val="00097788"/>
    <w:rsid w:val="002B1126"/>
    <w:rsid w:val="002E632D"/>
    <w:rsid w:val="00337175"/>
    <w:rsid w:val="0036175C"/>
    <w:rsid w:val="0038279D"/>
    <w:rsid w:val="003C17E8"/>
    <w:rsid w:val="003F02FE"/>
    <w:rsid w:val="004178D4"/>
    <w:rsid w:val="00491D3B"/>
    <w:rsid w:val="004D545B"/>
    <w:rsid w:val="00504264"/>
    <w:rsid w:val="005444E9"/>
    <w:rsid w:val="005A29D5"/>
    <w:rsid w:val="005D61EA"/>
    <w:rsid w:val="005E57FD"/>
    <w:rsid w:val="0070031F"/>
    <w:rsid w:val="007035D4"/>
    <w:rsid w:val="00711523"/>
    <w:rsid w:val="00742C54"/>
    <w:rsid w:val="00820835"/>
    <w:rsid w:val="008F7044"/>
    <w:rsid w:val="00954196"/>
    <w:rsid w:val="009946E7"/>
    <w:rsid w:val="00A65FBA"/>
    <w:rsid w:val="00B02C23"/>
    <w:rsid w:val="00B855BC"/>
    <w:rsid w:val="00BC1FDF"/>
    <w:rsid w:val="00BD354F"/>
    <w:rsid w:val="00C72328"/>
    <w:rsid w:val="00DB7CA4"/>
    <w:rsid w:val="00DE23DA"/>
    <w:rsid w:val="00E54BA6"/>
    <w:rsid w:val="00E56BFB"/>
    <w:rsid w:val="00EB2E72"/>
    <w:rsid w:val="00F10C0F"/>
    <w:rsid w:val="00F81B48"/>
    <w:rsid w:val="00FC7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1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2328"/>
  </w:style>
  <w:style w:type="paragraph" w:styleId="Footer">
    <w:name w:val="footer"/>
    <w:basedOn w:val="Normal"/>
    <w:link w:val="FooterChar"/>
    <w:uiPriority w:val="99"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328"/>
  </w:style>
  <w:style w:type="paragraph" w:styleId="BalloonText">
    <w:name w:val="Balloon Text"/>
    <w:basedOn w:val="Normal"/>
    <w:link w:val="BalloonTextChar"/>
    <w:uiPriority w:val="99"/>
    <w:semiHidden/>
    <w:unhideWhenUsed/>
    <w:rsid w:val="00C72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3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vid.yanoski\Local%20Settings\Temporary%20Internet%20Files\Content.Outlook\67LQ1XE4\Clean%20Sca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Clean Scale Template.dotx</Template>
  <TotalTime>12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Yanoski</dc:creator>
  <cp:lastModifiedBy>kagallagher</cp:lastModifiedBy>
  <cp:revision>3</cp:revision>
  <cp:lastPrinted>2012-04-25T19:34:00Z</cp:lastPrinted>
  <dcterms:created xsi:type="dcterms:W3CDTF">2012-12-10T14:19:00Z</dcterms:created>
  <dcterms:modified xsi:type="dcterms:W3CDTF">2012-12-10T14:22:00Z</dcterms:modified>
</cp:coreProperties>
</file>